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63052E" w:rsidRPr="004533AF" w:rsidRDefault="00462C02" w:rsidP="002E4D21">
      <w:pPr>
        <w:jc w:val="both"/>
        <w:rPr>
          <w:sz w:val="16"/>
          <w:szCs w:val="16"/>
        </w:rPr>
      </w:pPr>
      <w:r>
        <w:rPr>
          <w:noProof/>
          <w:sz w:val="16"/>
          <w:szCs w:val="16"/>
          <w:lang w:eastAsia="cs-CZ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84.3pt;margin-top:9.05pt;width:297.65pt;height:121.75pt;z-index:1;mso-wrap-distance-left:0;mso-wrap-distance-right:0" strokeweight=".05pt">
            <v:fill color2="black"/>
            <v:textbox style="mso-next-textbox:#_x0000_s1026" inset="1.4pt,1.4pt,1.4pt,1.4pt">
              <w:txbxContent>
                <w:p w:rsidR="000148EE" w:rsidRDefault="000148EE" w:rsidP="000148EE">
                  <w:r>
                    <w:t xml:space="preserve">  </w:t>
                  </w:r>
                </w:p>
                <w:p w:rsidR="004E0E13" w:rsidRDefault="000148EE" w:rsidP="00AF67C2">
                  <w:r>
                    <w:t xml:space="preserve"> </w:t>
                  </w:r>
                  <w:r w:rsidR="00AF67C2">
                    <w:t xml:space="preserve">   </w:t>
                  </w:r>
                  <w:r>
                    <w:t xml:space="preserve"> </w:t>
                  </w:r>
                </w:p>
                <w:p w:rsidR="00AF67C2" w:rsidRDefault="004E0E13" w:rsidP="00AF67C2">
                  <w:r>
                    <w:t xml:space="preserve">     </w:t>
                  </w:r>
                  <w:r w:rsidR="00E44279">
                    <w:t>RIO Media a.s.</w:t>
                  </w:r>
                </w:p>
                <w:p w:rsidR="00AF67C2" w:rsidRDefault="00AF67C2" w:rsidP="00AF67C2">
                  <w:r>
                    <w:t xml:space="preserve">          </w:t>
                  </w:r>
                </w:p>
                <w:p w:rsidR="00AF67C2" w:rsidRDefault="00AF67C2" w:rsidP="00AF67C2">
                  <w:r>
                    <w:t xml:space="preserve">     </w:t>
                  </w:r>
                  <w:r w:rsidR="00E44279">
                    <w:t>Kovanecká 30/2124</w:t>
                  </w:r>
                </w:p>
                <w:p w:rsidR="00764D03" w:rsidRPr="000E17CD" w:rsidRDefault="00AF67C2" w:rsidP="00AF67C2">
                  <w:r>
                    <w:t xml:space="preserve">     </w:t>
                  </w:r>
                  <w:r w:rsidR="00E44279">
                    <w:t>190 00</w:t>
                  </w:r>
                  <w:r>
                    <w:t xml:space="preserve"> Praha </w:t>
                  </w:r>
                </w:p>
              </w:txbxContent>
            </v:textbox>
            <w10:wrap type="topAndBottom"/>
          </v:shape>
        </w:pict>
      </w:r>
    </w:p>
    <w:p w:rsidR="0063052E" w:rsidRPr="004533AF" w:rsidRDefault="0063052E" w:rsidP="002E4D21">
      <w:pPr>
        <w:rPr>
          <w:rFonts w:ascii="Arial" w:hAnsi="Arial"/>
          <w:sz w:val="16"/>
          <w:szCs w:val="16"/>
        </w:rPr>
      </w:pPr>
    </w:p>
    <w:p w:rsidR="0063052E" w:rsidRPr="00103BFC" w:rsidRDefault="0063052E" w:rsidP="002E4D21">
      <w:pPr>
        <w:rPr>
          <w:rFonts w:ascii="Arial" w:hAnsi="Arial"/>
        </w:rPr>
      </w:pPr>
      <w:r w:rsidRPr="00103BFC">
        <w:rPr>
          <w:rFonts w:ascii="Arial" w:hAnsi="Arial"/>
        </w:rPr>
        <w:t>Vaše zn./</w:t>
      </w:r>
      <w:proofErr w:type="gramStart"/>
      <w:r w:rsidRPr="00103BFC">
        <w:rPr>
          <w:rFonts w:ascii="Arial" w:hAnsi="Arial"/>
        </w:rPr>
        <w:t>č.j.</w:t>
      </w:r>
      <w:proofErr w:type="gramEnd"/>
      <w:r w:rsidRPr="00103BFC">
        <w:rPr>
          <w:rFonts w:ascii="Arial" w:hAnsi="Arial"/>
        </w:rPr>
        <w:t>:</w:t>
      </w:r>
      <w:r w:rsidRPr="00103BFC">
        <w:rPr>
          <w:rFonts w:ascii="Arial" w:hAnsi="Arial"/>
          <w:b/>
        </w:rPr>
        <w:t xml:space="preserve"> </w:t>
      </w:r>
    </w:p>
    <w:p w:rsidR="0063052E" w:rsidRPr="00103BFC" w:rsidRDefault="0063052E" w:rsidP="002E4D21">
      <w:pPr>
        <w:rPr>
          <w:rFonts w:ascii="Arial" w:hAnsi="Arial"/>
        </w:rPr>
      </w:pPr>
      <w:r w:rsidRPr="00103BFC">
        <w:rPr>
          <w:rFonts w:ascii="Arial" w:hAnsi="Arial"/>
        </w:rPr>
        <w:t>Naše zn.:</w:t>
      </w:r>
      <w:r w:rsidR="00D276AB" w:rsidRPr="00103BFC">
        <w:rPr>
          <w:rFonts w:ascii="Arial" w:hAnsi="Arial"/>
        </w:rPr>
        <w:t xml:space="preserve"> </w:t>
      </w:r>
      <w:r w:rsidR="000E17CD" w:rsidRPr="006362C5">
        <w:rPr>
          <w:rFonts w:ascii="Arial" w:hAnsi="Arial"/>
          <w:b/>
        </w:rPr>
        <w:t>D/</w:t>
      </w:r>
      <w:r w:rsidR="00E44279">
        <w:rPr>
          <w:rFonts w:ascii="Arial" w:hAnsi="Arial"/>
          <w:b/>
        </w:rPr>
        <w:t>012</w:t>
      </w:r>
      <w:r w:rsidRPr="006362C5">
        <w:rPr>
          <w:rFonts w:ascii="Arial" w:hAnsi="Arial"/>
          <w:b/>
        </w:rPr>
        <w:t>/</w:t>
      </w:r>
      <w:r w:rsidR="002068B6" w:rsidRPr="006362C5">
        <w:rPr>
          <w:rFonts w:ascii="Arial" w:hAnsi="Arial"/>
          <w:b/>
        </w:rPr>
        <w:t>0</w:t>
      </w:r>
      <w:r w:rsidR="00CA2826">
        <w:rPr>
          <w:rFonts w:ascii="Arial" w:hAnsi="Arial"/>
          <w:b/>
        </w:rPr>
        <w:t>1</w:t>
      </w:r>
      <w:r w:rsidR="006D5A5E" w:rsidRPr="006362C5">
        <w:rPr>
          <w:rFonts w:ascii="Arial" w:hAnsi="Arial"/>
          <w:b/>
        </w:rPr>
        <w:t>/20</w:t>
      </w:r>
      <w:r w:rsidR="00CA2826">
        <w:rPr>
          <w:rFonts w:ascii="Arial" w:hAnsi="Arial"/>
          <w:b/>
        </w:rPr>
        <w:t>17</w:t>
      </w:r>
      <w:r w:rsidRPr="006362C5">
        <w:rPr>
          <w:rFonts w:ascii="Arial" w:hAnsi="Arial"/>
          <w:b/>
        </w:rPr>
        <w:t>/</w:t>
      </w:r>
      <w:proofErr w:type="spellStart"/>
      <w:r w:rsidR="00137896" w:rsidRPr="006362C5">
        <w:rPr>
          <w:rFonts w:ascii="Arial" w:hAnsi="Arial"/>
          <w:b/>
        </w:rPr>
        <w:t>Ku</w:t>
      </w:r>
      <w:r w:rsidR="009A2B2B">
        <w:rPr>
          <w:rFonts w:ascii="Arial" w:hAnsi="Arial"/>
          <w:b/>
        </w:rPr>
        <w:t>d</w:t>
      </w:r>
      <w:proofErr w:type="spellEnd"/>
    </w:p>
    <w:p w:rsidR="00103BFC" w:rsidRPr="00103BFC" w:rsidRDefault="0063052E" w:rsidP="002E4D21">
      <w:r w:rsidRPr="00103BFC">
        <w:rPr>
          <w:rFonts w:ascii="Arial" w:hAnsi="Arial"/>
        </w:rPr>
        <w:t>Vyřizuje</w:t>
      </w:r>
      <w:r w:rsidR="00DE600F">
        <w:rPr>
          <w:rFonts w:ascii="Arial" w:hAnsi="Arial"/>
        </w:rPr>
        <w:t xml:space="preserve">: </w:t>
      </w:r>
      <w:r w:rsidR="00EF522B">
        <w:rPr>
          <w:rFonts w:ascii="Arial" w:hAnsi="Arial"/>
          <w:b/>
        </w:rPr>
        <w:t>Ing. Ivan Kudra</w:t>
      </w:r>
      <w:r w:rsidR="006474AD">
        <w:rPr>
          <w:rFonts w:ascii="Arial" w:hAnsi="Arial"/>
          <w:b/>
        </w:rPr>
        <w:t xml:space="preserve"> </w:t>
      </w:r>
      <w:r w:rsidRPr="00103BFC">
        <w:rPr>
          <w:rFonts w:ascii="Arial" w:hAnsi="Arial"/>
          <w:b/>
        </w:rPr>
        <w:t xml:space="preserve"> </w:t>
      </w:r>
      <w:r w:rsidR="00876EAE">
        <w:fldChar w:fldCharType="begin"/>
      </w:r>
      <w:r w:rsidR="00876EAE">
        <w:instrText xml:space="preserve"> USERADDRESS   \* MERGEFORMAT </w:instrText>
      </w:r>
      <w:r w:rsidR="00876EAE">
        <w:fldChar w:fldCharType="end"/>
      </w:r>
    </w:p>
    <w:p w:rsidR="0063052E" w:rsidRPr="00103BFC" w:rsidRDefault="0063052E" w:rsidP="002E4D21">
      <w:pPr>
        <w:rPr>
          <w:rFonts w:ascii="Arial" w:hAnsi="Arial"/>
        </w:rPr>
      </w:pPr>
      <w:r w:rsidRPr="00103BFC">
        <w:rPr>
          <w:rFonts w:ascii="Arial" w:hAnsi="Arial"/>
        </w:rPr>
        <w:t xml:space="preserve">Dne: </w:t>
      </w:r>
      <w:proofErr w:type="gramStart"/>
      <w:r w:rsidR="009A2B2B">
        <w:rPr>
          <w:rFonts w:ascii="Arial" w:hAnsi="Arial"/>
          <w:b/>
        </w:rPr>
        <w:t>6</w:t>
      </w:r>
      <w:r w:rsidR="00CA2826">
        <w:rPr>
          <w:rFonts w:ascii="Arial" w:hAnsi="Arial"/>
          <w:b/>
        </w:rPr>
        <w:t>.1</w:t>
      </w:r>
      <w:r w:rsidR="00EF522B">
        <w:rPr>
          <w:rFonts w:ascii="Arial" w:hAnsi="Arial"/>
          <w:b/>
        </w:rPr>
        <w:t>.201</w:t>
      </w:r>
      <w:r w:rsidR="00CA2826">
        <w:rPr>
          <w:rFonts w:ascii="Arial" w:hAnsi="Arial"/>
          <w:b/>
        </w:rPr>
        <w:t>7</w:t>
      </w:r>
      <w:bookmarkStart w:id="0" w:name="_GoBack"/>
      <w:bookmarkEnd w:id="0"/>
      <w:proofErr w:type="gramEnd"/>
    </w:p>
    <w:p w:rsidR="0076457C" w:rsidRDefault="0076457C" w:rsidP="00890183">
      <w:pPr>
        <w:jc w:val="both"/>
        <w:rPr>
          <w:rFonts w:ascii="Arial" w:hAnsi="Arial"/>
          <w:b/>
          <w:u w:val="single"/>
        </w:rPr>
      </w:pPr>
    </w:p>
    <w:p w:rsidR="0076457C" w:rsidRDefault="0076457C" w:rsidP="00890183">
      <w:pPr>
        <w:jc w:val="both"/>
        <w:rPr>
          <w:rFonts w:ascii="Arial" w:hAnsi="Arial"/>
          <w:b/>
          <w:u w:val="single"/>
        </w:rPr>
      </w:pPr>
    </w:p>
    <w:p w:rsidR="00E70DEB" w:rsidRDefault="00E70DEB" w:rsidP="000C22E0">
      <w:pPr>
        <w:rPr>
          <w:rFonts w:ascii="Arial" w:hAnsi="Arial"/>
          <w:b/>
          <w:noProof/>
        </w:rPr>
      </w:pPr>
      <w:r>
        <w:rPr>
          <w:rFonts w:ascii="Arial" w:hAnsi="Arial"/>
          <w:b/>
          <w:noProof/>
        </w:rPr>
        <w:t xml:space="preserve">Věc:  </w:t>
      </w:r>
      <w:r w:rsidR="00764D03">
        <w:rPr>
          <w:rFonts w:ascii="Arial" w:hAnsi="Arial"/>
          <w:b/>
          <w:noProof/>
        </w:rPr>
        <w:t>Žádost o vyjádření k existenci sítí</w:t>
      </w:r>
    </w:p>
    <w:p w:rsidR="00764D03" w:rsidRDefault="00764D03" w:rsidP="000C22E0">
      <w:pPr>
        <w:rPr>
          <w:rFonts w:ascii="Arial" w:hAnsi="Arial"/>
          <w:b/>
          <w:noProof/>
        </w:rPr>
      </w:pPr>
    </w:p>
    <w:p w:rsidR="00764D03" w:rsidRDefault="00764D03" w:rsidP="00764D03">
      <w:pPr>
        <w:jc w:val="both"/>
        <w:rPr>
          <w:rFonts w:ascii="Arial" w:hAnsi="Arial"/>
          <w:noProof/>
        </w:rPr>
      </w:pPr>
      <w:r>
        <w:rPr>
          <w:rFonts w:ascii="Arial" w:hAnsi="Arial"/>
          <w:b/>
          <w:noProof/>
        </w:rPr>
        <w:tab/>
      </w:r>
      <w:r w:rsidRPr="00764D03">
        <w:rPr>
          <w:rFonts w:ascii="Arial" w:hAnsi="Arial"/>
          <w:noProof/>
        </w:rPr>
        <w:t>Žádám Vás o vyjádření k</w:t>
      </w:r>
      <w:r w:rsidR="004147A5">
        <w:rPr>
          <w:rFonts w:ascii="Arial" w:hAnsi="Arial"/>
          <w:noProof/>
        </w:rPr>
        <w:t> </w:t>
      </w:r>
      <w:r w:rsidRPr="00764D03">
        <w:rPr>
          <w:rFonts w:ascii="Arial" w:hAnsi="Arial"/>
          <w:noProof/>
        </w:rPr>
        <w:t>existenci</w:t>
      </w:r>
      <w:r w:rsidR="004147A5">
        <w:rPr>
          <w:rFonts w:ascii="Arial" w:hAnsi="Arial"/>
          <w:noProof/>
        </w:rPr>
        <w:t xml:space="preserve"> podzemních i nadzemních</w:t>
      </w:r>
      <w:r w:rsidRPr="00764D03">
        <w:rPr>
          <w:rFonts w:ascii="Arial" w:hAnsi="Arial"/>
          <w:noProof/>
        </w:rPr>
        <w:t xml:space="preserve"> sítí </w:t>
      </w:r>
      <w:r w:rsidR="00037471">
        <w:rPr>
          <w:rFonts w:ascii="Arial" w:hAnsi="Arial"/>
          <w:noProof/>
        </w:rPr>
        <w:t>ve V</w:t>
      </w:r>
      <w:r w:rsidR="004147A5">
        <w:rPr>
          <w:rFonts w:ascii="Arial" w:hAnsi="Arial"/>
          <w:noProof/>
        </w:rPr>
        <w:t xml:space="preserve">aší správě </w:t>
      </w:r>
      <w:r w:rsidR="001575F7">
        <w:rPr>
          <w:rFonts w:ascii="Arial" w:hAnsi="Arial"/>
          <w:noProof/>
        </w:rPr>
        <w:t>pro akci „</w:t>
      </w:r>
      <w:r w:rsidR="00037471">
        <w:rPr>
          <w:rFonts w:ascii="Arial" w:hAnsi="Arial"/>
          <w:noProof/>
        </w:rPr>
        <w:t xml:space="preserve">Oprava </w:t>
      </w:r>
      <w:r w:rsidR="00CA2826">
        <w:rPr>
          <w:rFonts w:ascii="Arial" w:hAnsi="Arial"/>
          <w:noProof/>
        </w:rPr>
        <w:t>propustku ev.č. P-11 v k.ú. Skalice</w:t>
      </w:r>
      <w:r w:rsidR="001575F7">
        <w:rPr>
          <w:rFonts w:ascii="Arial" w:hAnsi="Arial"/>
          <w:noProof/>
        </w:rPr>
        <w:t>“</w:t>
      </w:r>
      <w:r w:rsidR="00CA2826">
        <w:rPr>
          <w:rFonts w:ascii="Arial" w:hAnsi="Arial"/>
          <w:noProof/>
        </w:rPr>
        <w:t>, okr. Frýdek -Místek</w:t>
      </w:r>
      <w:r>
        <w:rPr>
          <w:rFonts w:ascii="Arial" w:hAnsi="Arial"/>
          <w:noProof/>
        </w:rPr>
        <w:t xml:space="preserve">. Jedná se o </w:t>
      </w:r>
      <w:r w:rsidR="00037471">
        <w:rPr>
          <w:rFonts w:ascii="Arial" w:hAnsi="Arial"/>
          <w:noProof/>
        </w:rPr>
        <w:t>opravu</w:t>
      </w:r>
      <w:r>
        <w:rPr>
          <w:rFonts w:ascii="Arial" w:hAnsi="Arial"/>
          <w:noProof/>
        </w:rPr>
        <w:t xml:space="preserve"> </w:t>
      </w:r>
      <w:r w:rsidR="00CA2826">
        <w:rPr>
          <w:rFonts w:ascii="Arial" w:hAnsi="Arial"/>
          <w:noProof/>
        </w:rPr>
        <w:t>propustku, který je havarijním stavebně-technickém stavu</w:t>
      </w:r>
      <w:r>
        <w:rPr>
          <w:rFonts w:ascii="Arial" w:hAnsi="Arial"/>
          <w:noProof/>
        </w:rPr>
        <w:t>.</w:t>
      </w:r>
      <w:r w:rsidR="001C5ECB">
        <w:rPr>
          <w:rFonts w:ascii="Arial" w:hAnsi="Arial"/>
          <w:noProof/>
        </w:rPr>
        <w:t xml:space="preserve"> </w:t>
      </w:r>
    </w:p>
    <w:p w:rsidR="00764D03" w:rsidRDefault="00764D03" w:rsidP="00764D03">
      <w:pPr>
        <w:jc w:val="both"/>
        <w:rPr>
          <w:rFonts w:ascii="Arial" w:hAnsi="Arial"/>
          <w:noProof/>
        </w:rPr>
      </w:pPr>
    </w:p>
    <w:p w:rsidR="00764D03" w:rsidRDefault="00764D03" w:rsidP="00620085">
      <w:pPr>
        <w:ind w:firstLine="708"/>
        <w:jc w:val="both"/>
        <w:rPr>
          <w:rFonts w:ascii="Arial" w:hAnsi="Arial"/>
          <w:noProof/>
        </w:rPr>
      </w:pPr>
      <w:r>
        <w:rPr>
          <w:rFonts w:ascii="Arial" w:hAnsi="Arial"/>
          <w:noProof/>
        </w:rPr>
        <w:t xml:space="preserve">Důvodem pro žádost je </w:t>
      </w:r>
      <w:r w:rsidR="00AF699B">
        <w:rPr>
          <w:rFonts w:ascii="Arial" w:hAnsi="Arial"/>
          <w:noProof/>
        </w:rPr>
        <w:t>vyhotovení projektové dokumentace.</w:t>
      </w:r>
    </w:p>
    <w:p w:rsidR="00764D03" w:rsidRDefault="00764D03" w:rsidP="00764D03">
      <w:pPr>
        <w:jc w:val="both"/>
        <w:rPr>
          <w:rFonts w:ascii="Arial" w:hAnsi="Arial"/>
          <w:noProof/>
        </w:rPr>
      </w:pPr>
    </w:p>
    <w:p w:rsidR="00764D03" w:rsidRPr="00620085" w:rsidRDefault="00CA2826" w:rsidP="00764D03">
      <w:pPr>
        <w:ind w:firstLine="708"/>
        <w:jc w:val="both"/>
        <w:rPr>
          <w:rFonts w:ascii="Arial" w:hAnsi="Arial" w:cs="Arial"/>
        </w:rPr>
      </w:pPr>
      <w:r>
        <w:rPr>
          <w:rFonts w:ascii="Arial" w:hAnsi="Arial" w:cs="Arial"/>
        </w:rPr>
        <w:t>Propustek se nachází na místní komunikaci, mimo hlavní silniční síť</w:t>
      </w:r>
      <w:r w:rsidR="00037471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Tato MK slouží pro obsluhu cca 7 rodinných domů. Přílohou zasílá</w:t>
      </w:r>
      <w:r w:rsidR="00FE55C7">
        <w:rPr>
          <w:rFonts w:ascii="Arial" w:hAnsi="Arial" w:cs="Arial"/>
        </w:rPr>
        <w:t>me grafické znázornění polohy p</w:t>
      </w:r>
      <w:r>
        <w:rPr>
          <w:rFonts w:ascii="Arial" w:hAnsi="Arial" w:cs="Arial"/>
        </w:rPr>
        <w:t>r</w:t>
      </w:r>
      <w:r w:rsidR="00FE55C7">
        <w:rPr>
          <w:rFonts w:ascii="Arial" w:hAnsi="Arial" w:cs="Arial"/>
        </w:rPr>
        <w:t>o</w:t>
      </w:r>
      <w:r>
        <w:rPr>
          <w:rFonts w:ascii="Arial" w:hAnsi="Arial" w:cs="Arial"/>
        </w:rPr>
        <w:t>pustku.</w:t>
      </w:r>
    </w:p>
    <w:p w:rsidR="000C22E0" w:rsidRDefault="000C22E0" w:rsidP="000C22E0">
      <w:pPr>
        <w:rPr>
          <w:rFonts w:ascii="Arial" w:hAnsi="Arial"/>
          <w:b/>
          <w:noProof/>
        </w:rPr>
      </w:pPr>
    </w:p>
    <w:p w:rsidR="000C22E0" w:rsidRPr="00FA5B4F" w:rsidRDefault="000C22E0" w:rsidP="000C22E0">
      <w:pPr>
        <w:rPr>
          <w:rFonts w:ascii="Arial" w:hAnsi="Arial" w:cs="Arial"/>
          <w:noProof/>
        </w:rPr>
      </w:pPr>
    </w:p>
    <w:p w:rsidR="00E70DEB" w:rsidRDefault="00E70DEB" w:rsidP="00E70DEB">
      <w:pPr>
        <w:rPr>
          <w:rFonts w:ascii="Arial" w:hAnsi="Arial"/>
          <w:noProof/>
        </w:rPr>
      </w:pPr>
    </w:p>
    <w:p w:rsidR="00E70DEB" w:rsidRDefault="00E70DEB" w:rsidP="00E70DEB">
      <w:pPr>
        <w:rPr>
          <w:rFonts w:ascii="Arial" w:hAnsi="Arial"/>
          <w:noProof/>
        </w:rPr>
      </w:pPr>
    </w:p>
    <w:p w:rsidR="00E70DEB" w:rsidRPr="00CB4DD0" w:rsidRDefault="00E70DEB" w:rsidP="00E70DEB">
      <w:pPr>
        <w:rPr>
          <w:rFonts w:ascii="Arial" w:hAnsi="Arial"/>
          <w:noProof/>
        </w:rPr>
      </w:pPr>
      <w:r w:rsidRPr="00CB4DD0">
        <w:rPr>
          <w:rFonts w:ascii="Arial" w:hAnsi="Arial"/>
          <w:noProof/>
        </w:rPr>
        <w:t>Děkuji a jsem s</w:t>
      </w:r>
      <w:r w:rsidR="00620085">
        <w:rPr>
          <w:rFonts w:ascii="Arial" w:hAnsi="Arial"/>
          <w:noProof/>
        </w:rPr>
        <w:t> </w:t>
      </w:r>
      <w:r w:rsidRPr="00CB4DD0">
        <w:rPr>
          <w:rFonts w:ascii="Arial" w:hAnsi="Arial"/>
          <w:noProof/>
        </w:rPr>
        <w:t>pozdravem</w:t>
      </w:r>
      <w:r w:rsidR="00620085">
        <w:rPr>
          <w:rFonts w:ascii="Arial" w:hAnsi="Arial"/>
          <w:noProof/>
        </w:rPr>
        <w:t>,</w:t>
      </w:r>
    </w:p>
    <w:p w:rsidR="00E70DEB" w:rsidRDefault="00E70DEB" w:rsidP="00E70DEB">
      <w:pPr>
        <w:rPr>
          <w:rFonts w:ascii="Arial" w:hAnsi="Arial"/>
          <w:noProof/>
        </w:rPr>
      </w:pPr>
    </w:p>
    <w:p w:rsidR="00872899" w:rsidRDefault="00872899" w:rsidP="00CB4DD0">
      <w:pPr>
        <w:rPr>
          <w:rFonts w:ascii="Arial" w:hAnsi="Arial"/>
          <w:noProof/>
        </w:rPr>
      </w:pPr>
    </w:p>
    <w:p w:rsidR="00A2760D" w:rsidRDefault="00A2760D" w:rsidP="00CB4DD0">
      <w:pPr>
        <w:rPr>
          <w:rFonts w:ascii="Arial" w:hAnsi="Arial"/>
          <w:noProof/>
        </w:rPr>
      </w:pPr>
    </w:p>
    <w:p w:rsidR="00A2760D" w:rsidRPr="00D23161" w:rsidRDefault="00A2760D" w:rsidP="00CB4DD0">
      <w:pPr>
        <w:rPr>
          <w:rFonts w:ascii="Arial" w:hAnsi="Arial"/>
          <w:noProof/>
        </w:rPr>
      </w:pPr>
    </w:p>
    <w:p w:rsidR="00DF356D" w:rsidRDefault="00D105A0">
      <w:pPr>
        <w:rPr>
          <w:rFonts w:ascii="Arial" w:hAnsi="Arial"/>
          <w:noProof/>
        </w:rPr>
      </w:pP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  <w:t xml:space="preserve">             v.z. Ing. Ivan Kudra</w:t>
      </w:r>
    </w:p>
    <w:p w:rsidR="0063052E" w:rsidRPr="00CB4DD0" w:rsidRDefault="0063052E">
      <w:pPr>
        <w:rPr>
          <w:rFonts w:ascii="Arial" w:hAnsi="Arial"/>
          <w:b/>
          <w:noProof/>
        </w:rPr>
      </w:pP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 w:rsidRPr="00CB4DD0">
        <w:rPr>
          <w:rFonts w:ascii="Arial" w:hAnsi="Arial"/>
          <w:b/>
          <w:noProof/>
        </w:rPr>
        <w:tab/>
        <w:t>Marek  Vilímec</w:t>
      </w:r>
    </w:p>
    <w:p w:rsidR="00875306" w:rsidRPr="00CB4DD0" w:rsidRDefault="00A2760D" w:rsidP="004533AF">
      <w:pPr>
        <w:rPr>
          <w:rFonts w:ascii="Arial" w:hAnsi="Arial"/>
          <w:noProof/>
        </w:rPr>
      </w:pP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</w:r>
      <w:r>
        <w:rPr>
          <w:rFonts w:ascii="Arial" w:hAnsi="Arial"/>
          <w:noProof/>
        </w:rPr>
        <w:tab/>
        <w:t xml:space="preserve">   </w:t>
      </w:r>
      <w:r w:rsidR="0063052E" w:rsidRPr="00CB4DD0">
        <w:rPr>
          <w:rFonts w:ascii="Arial" w:hAnsi="Arial"/>
          <w:noProof/>
        </w:rPr>
        <w:t>statutární zástupce a.s.</w:t>
      </w:r>
    </w:p>
    <w:p w:rsidR="00DD0E89" w:rsidRDefault="00DD0E89" w:rsidP="00D23161">
      <w:pPr>
        <w:rPr>
          <w:rFonts w:ascii="Arial" w:hAnsi="Arial"/>
          <w:noProof/>
        </w:rPr>
      </w:pPr>
    </w:p>
    <w:sectPr w:rsidR="00DD0E89" w:rsidSect="004771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footnotePr>
        <w:pos w:val="beneathText"/>
      </w:footnotePr>
      <w:pgSz w:w="11905" w:h="16837" w:code="9"/>
      <w:pgMar w:top="1684" w:right="1134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2C02" w:rsidRDefault="00462C02">
      <w:r>
        <w:separator/>
      </w:r>
    </w:p>
  </w:endnote>
  <w:endnote w:type="continuationSeparator" w:id="0">
    <w:p w:rsidR="00462C02" w:rsidRDefault="00462C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B58" w:rsidRPr="0074739B" w:rsidRDefault="00462C02" w:rsidP="0061496A">
    <w:pPr>
      <w:spacing w:before="120"/>
      <w:jc w:val="both"/>
      <w:rPr>
        <w:rFonts w:ascii="Arial" w:hAnsi="Arial"/>
        <w:b/>
        <w:sz w:val="19"/>
        <w:szCs w:val="19"/>
      </w:rPr>
    </w:pPr>
    <w:r>
      <w:rPr>
        <w:noProof/>
        <w:lang w:eastAsia="cs-CZ"/>
      </w:rPr>
      <w:pict>
        <v:line id="_x0000_s2050" style="position:absolute;left:0;text-align:left;z-index:2" from="0,0" to="481.9pt,0"/>
      </w:pict>
    </w:r>
    <w:r w:rsidR="004E1B58" w:rsidRPr="0074739B">
      <w:rPr>
        <w:rFonts w:ascii="Arial" w:hAnsi="Arial"/>
        <w:b/>
        <w:sz w:val="19"/>
        <w:szCs w:val="19"/>
      </w:rPr>
      <w:t>IČ: 277 96 558, DIČ: CZ 277 96 558, společnost zapsaná v OR, vedeném KS v Ostravě, oddíl B, vložka 3212</w:t>
    </w:r>
  </w:p>
  <w:p w:rsidR="004E1B58" w:rsidRDefault="004E1B58" w:rsidP="0061496A">
    <w:pPr>
      <w:pStyle w:val="Zpat"/>
      <w:jc w:val="both"/>
      <w:rPr>
        <w:rFonts w:ascii="Arial" w:hAnsi="Arial"/>
        <w:b/>
        <w:sz w:val="20"/>
      </w:rPr>
    </w:pPr>
    <w:r>
      <w:rPr>
        <w:rFonts w:ascii="Arial" w:hAnsi="Arial"/>
        <w:sz w:val="20"/>
      </w:rPr>
      <w:t xml:space="preserve">Tel./fax: </w:t>
    </w:r>
    <w:r w:rsidRPr="0074739B">
      <w:rPr>
        <w:rFonts w:ascii="Arial" w:hAnsi="Arial"/>
        <w:b/>
        <w:sz w:val="20"/>
      </w:rPr>
      <w:t>+420 596 639 669</w:t>
    </w:r>
    <w:r>
      <w:rPr>
        <w:rFonts w:ascii="Arial" w:hAnsi="Arial"/>
        <w:sz w:val="20"/>
      </w:rPr>
      <w:t xml:space="preserve">, internet: </w:t>
    </w:r>
    <w:hyperlink r:id="rId1" w:history="1">
      <w:r w:rsidRPr="0074739B">
        <w:rPr>
          <w:rStyle w:val="Hypertextovodkaz"/>
          <w:rFonts w:ascii="Arial" w:hAnsi="Arial"/>
          <w:b/>
          <w:sz w:val="20"/>
        </w:rPr>
        <w:t>www.roadcs.cz</w:t>
      </w:r>
    </w:hyperlink>
    <w:r w:rsidRPr="007F4A66">
      <w:rPr>
        <w:rFonts w:ascii="Arial" w:hAnsi="Arial"/>
        <w:sz w:val="20"/>
      </w:rPr>
      <w:t>, mobil:</w:t>
    </w:r>
    <w:r>
      <w:rPr>
        <w:rFonts w:ascii="Arial" w:hAnsi="Arial"/>
        <w:b/>
        <w:sz w:val="20"/>
      </w:rPr>
      <w:t xml:space="preserve"> +420 737 231 438, </w:t>
    </w:r>
    <w:r w:rsidRPr="007F4A66">
      <w:rPr>
        <w:rFonts w:ascii="Arial" w:hAnsi="Arial"/>
        <w:sz w:val="20"/>
      </w:rPr>
      <w:t>email:</w:t>
    </w:r>
    <w:r>
      <w:rPr>
        <w:rFonts w:ascii="Arial" w:hAnsi="Arial"/>
        <w:b/>
        <w:sz w:val="20"/>
      </w:rPr>
      <w:t xml:space="preserve"> </w:t>
    </w:r>
    <w:hyperlink r:id="rId2" w:history="1">
      <w:r w:rsidRPr="00EC4F1A">
        <w:rPr>
          <w:rStyle w:val="Hypertextovodkaz"/>
          <w:rFonts w:ascii="Arial" w:hAnsi="Arial"/>
          <w:b/>
          <w:sz w:val="20"/>
        </w:rPr>
        <w:t>vilimec</w:t>
      </w:r>
      <w:r w:rsidRPr="00EC4F1A">
        <w:rPr>
          <w:rStyle w:val="Hypertextovodkaz"/>
          <w:rFonts w:ascii="Arial" w:hAnsi="Arial"/>
          <w:b/>
          <w:sz w:val="20"/>
          <w:lang w:val="en-US"/>
        </w:rPr>
        <w:t>@roadcs.cz</w:t>
      </w:r>
    </w:hyperlink>
  </w:p>
  <w:p w:rsidR="004E1B58" w:rsidRPr="0061496A" w:rsidRDefault="004E1B58" w:rsidP="0061496A">
    <w:pPr>
      <w:pStyle w:val="Zpat"/>
      <w:jc w:val="both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B58" w:rsidRPr="0074739B" w:rsidRDefault="00462C02" w:rsidP="0061496A">
    <w:pPr>
      <w:spacing w:before="120"/>
      <w:jc w:val="both"/>
      <w:rPr>
        <w:rFonts w:ascii="Arial" w:hAnsi="Arial"/>
        <w:b/>
        <w:sz w:val="19"/>
        <w:szCs w:val="19"/>
      </w:rPr>
    </w:pPr>
    <w:r>
      <w:rPr>
        <w:noProof/>
        <w:lang w:eastAsia="cs-CZ"/>
      </w:rPr>
      <w:pict>
        <v:line id="_x0000_s2051" style="position:absolute;left:0;text-align:left;z-index:3" from="0,0" to="481.9pt,0"/>
      </w:pict>
    </w:r>
    <w:r w:rsidR="004E1B58" w:rsidRPr="0074739B">
      <w:rPr>
        <w:rFonts w:ascii="Arial" w:hAnsi="Arial"/>
        <w:b/>
        <w:sz w:val="19"/>
        <w:szCs w:val="19"/>
      </w:rPr>
      <w:t>IČ: 277 96 558, DIČ: CZ 277 96 558, společnost zapsaná v OR, vedeném KS v Ostravě, oddíl B, vložka 3212</w:t>
    </w:r>
  </w:p>
  <w:p w:rsidR="004E1B58" w:rsidRDefault="004E1B58" w:rsidP="0061496A">
    <w:pPr>
      <w:pStyle w:val="Zpat"/>
      <w:jc w:val="both"/>
      <w:rPr>
        <w:rFonts w:ascii="Arial" w:hAnsi="Arial"/>
        <w:b/>
        <w:sz w:val="20"/>
      </w:rPr>
    </w:pPr>
    <w:r>
      <w:rPr>
        <w:rFonts w:ascii="Arial" w:hAnsi="Arial"/>
        <w:sz w:val="20"/>
      </w:rPr>
      <w:t xml:space="preserve">Tel./fax: </w:t>
    </w:r>
    <w:r w:rsidRPr="0074739B">
      <w:rPr>
        <w:rFonts w:ascii="Arial" w:hAnsi="Arial"/>
        <w:b/>
        <w:sz w:val="20"/>
      </w:rPr>
      <w:t>+420 596 639 669</w:t>
    </w:r>
    <w:r>
      <w:rPr>
        <w:rFonts w:ascii="Arial" w:hAnsi="Arial"/>
        <w:sz w:val="20"/>
      </w:rPr>
      <w:t xml:space="preserve">, internet: </w:t>
    </w:r>
    <w:hyperlink r:id="rId1" w:history="1">
      <w:r w:rsidRPr="0074739B">
        <w:rPr>
          <w:rStyle w:val="Hypertextovodkaz"/>
          <w:rFonts w:ascii="Arial" w:hAnsi="Arial"/>
          <w:b/>
          <w:sz w:val="20"/>
        </w:rPr>
        <w:t>www.roadcs.cz</w:t>
      </w:r>
    </w:hyperlink>
    <w:r w:rsidRPr="007F4A66">
      <w:rPr>
        <w:rFonts w:ascii="Arial" w:hAnsi="Arial"/>
        <w:sz w:val="20"/>
      </w:rPr>
      <w:t>, mobil:</w:t>
    </w:r>
    <w:r>
      <w:rPr>
        <w:rFonts w:ascii="Arial" w:hAnsi="Arial"/>
        <w:b/>
        <w:sz w:val="20"/>
      </w:rPr>
      <w:t xml:space="preserve"> +420 737 231 438, </w:t>
    </w:r>
    <w:r w:rsidRPr="007F4A66">
      <w:rPr>
        <w:rFonts w:ascii="Arial" w:hAnsi="Arial"/>
        <w:sz w:val="20"/>
      </w:rPr>
      <w:t>email:</w:t>
    </w:r>
    <w:r>
      <w:rPr>
        <w:rFonts w:ascii="Arial" w:hAnsi="Arial"/>
        <w:b/>
        <w:sz w:val="20"/>
      </w:rPr>
      <w:t xml:space="preserve"> </w:t>
    </w:r>
    <w:hyperlink r:id="rId2" w:history="1">
      <w:r w:rsidRPr="00EC4F1A">
        <w:rPr>
          <w:rStyle w:val="Hypertextovodkaz"/>
          <w:rFonts w:ascii="Arial" w:hAnsi="Arial"/>
          <w:b/>
          <w:sz w:val="20"/>
        </w:rPr>
        <w:t>vilimec</w:t>
      </w:r>
      <w:r w:rsidRPr="00EC4F1A">
        <w:rPr>
          <w:rStyle w:val="Hypertextovodkaz"/>
          <w:rFonts w:ascii="Arial" w:hAnsi="Arial"/>
          <w:b/>
          <w:sz w:val="20"/>
          <w:lang w:val="en-US"/>
        </w:rPr>
        <w:t>@roadcs.cz</w:t>
      </w:r>
    </w:hyperlink>
  </w:p>
  <w:p w:rsidR="004E1B58" w:rsidRPr="0061496A" w:rsidRDefault="004E1B58" w:rsidP="0061496A">
    <w:pPr>
      <w:pStyle w:val="Zpat"/>
      <w:jc w:val="both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B58" w:rsidRPr="0074739B" w:rsidRDefault="00462C02" w:rsidP="0061496A">
    <w:pPr>
      <w:spacing w:before="120"/>
      <w:jc w:val="both"/>
      <w:rPr>
        <w:rFonts w:ascii="Arial" w:hAnsi="Arial"/>
        <w:b/>
        <w:sz w:val="19"/>
        <w:szCs w:val="19"/>
      </w:rPr>
    </w:pPr>
    <w:r>
      <w:rPr>
        <w:noProof/>
        <w:lang w:eastAsia="cs-CZ"/>
      </w:rPr>
      <w:pict>
        <v:line id="_x0000_s2049" style="position:absolute;left:0;text-align:left;z-index:1" from="0,0" to="481.9pt,0"/>
      </w:pict>
    </w:r>
    <w:r w:rsidR="004E1B58" w:rsidRPr="0074739B">
      <w:rPr>
        <w:rFonts w:ascii="Arial" w:hAnsi="Arial"/>
        <w:b/>
        <w:sz w:val="19"/>
        <w:szCs w:val="19"/>
      </w:rPr>
      <w:t>IČ: 277 96 558, DIČ: CZ 277 96 558, společnost zapsaná v OR, vedeném KS v Ostravě, oddíl B, vložka 3212</w:t>
    </w:r>
  </w:p>
  <w:p w:rsidR="004E1B58" w:rsidRDefault="004E1B58" w:rsidP="0061496A">
    <w:pPr>
      <w:pStyle w:val="Zpat"/>
      <w:jc w:val="both"/>
      <w:rPr>
        <w:rFonts w:ascii="Arial" w:hAnsi="Arial"/>
        <w:b/>
        <w:sz w:val="20"/>
      </w:rPr>
    </w:pPr>
    <w:r>
      <w:rPr>
        <w:rFonts w:ascii="Arial" w:hAnsi="Arial"/>
        <w:sz w:val="20"/>
      </w:rPr>
      <w:t xml:space="preserve">Tel./fax: </w:t>
    </w:r>
    <w:r w:rsidRPr="0074739B">
      <w:rPr>
        <w:rFonts w:ascii="Arial" w:hAnsi="Arial"/>
        <w:b/>
        <w:sz w:val="20"/>
      </w:rPr>
      <w:t>+420 596 639 669</w:t>
    </w:r>
    <w:r>
      <w:rPr>
        <w:rFonts w:ascii="Arial" w:hAnsi="Arial"/>
        <w:sz w:val="20"/>
      </w:rPr>
      <w:t xml:space="preserve">, internet: </w:t>
    </w:r>
    <w:hyperlink r:id="rId1" w:history="1">
      <w:r w:rsidRPr="0074739B">
        <w:rPr>
          <w:rStyle w:val="Hypertextovodkaz"/>
          <w:rFonts w:ascii="Arial" w:hAnsi="Arial"/>
          <w:b/>
          <w:sz w:val="20"/>
        </w:rPr>
        <w:t>www.roadcs.cz</w:t>
      </w:r>
    </w:hyperlink>
    <w:r w:rsidRPr="007F4A66">
      <w:rPr>
        <w:rFonts w:ascii="Arial" w:hAnsi="Arial"/>
        <w:sz w:val="20"/>
      </w:rPr>
      <w:t>, mobil:</w:t>
    </w:r>
    <w:r>
      <w:rPr>
        <w:rFonts w:ascii="Arial" w:hAnsi="Arial"/>
        <w:b/>
        <w:sz w:val="20"/>
      </w:rPr>
      <w:t xml:space="preserve"> +420 737 231 438, </w:t>
    </w:r>
    <w:r w:rsidRPr="007F4A66">
      <w:rPr>
        <w:rFonts w:ascii="Arial" w:hAnsi="Arial"/>
        <w:sz w:val="20"/>
      </w:rPr>
      <w:t>email:</w:t>
    </w:r>
    <w:r>
      <w:rPr>
        <w:rFonts w:ascii="Arial" w:hAnsi="Arial"/>
        <w:b/>
        <w:sz w:val="20"/>
      </w:rPr>
      <w:t xml:space="preserve"> </w:t>
    </w:r>
    <w:hyperlink r:id="rId2" w:history="1">
      <w:r>
        <w:rPr>
          <w:rStyle w:val="Hypertextovodkaz"/>
          <w:rFonts w:ascii="Arial" w:hAnsi="Arial"/>
          <w:b/>
          <w:sz w:val="20"/>
          <w:lang w:val="en-US"/>
        </w:rPr>
        <w:t>roadcs@roadcs.cz</w:t>
      </w:r>
    </w:hyperlink>
  </w:p>
  <w:p w:rsidR="004E1B58" w:rsidRPr="0061496A" w:rsidRDefault="004E1B58" w:rsidP="0061496A">
    <w:pPr>
      <w:pStyle w:val="Zpat"/>
      <w:jc w:val="both"/>
      <w:rPr>
        <w:rFonts w:ascii="Arial" w:hAnsi="Arial"/>
        <w:sz w:val="20"/>
        <w:lang w:val="en-US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2C02" w:rsidRDefault="00462C02">
      <w:r>
        <w:separator/>
      </w:r>
    </w:p>
  </w:footnote>
  <w:footnote w:type="continuationSeparator" w:id="0">
    <w:p w:rsidR="00462C02" w:rsidRDefault="00462C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830" w:rsidRPr="00AC5D3D" w:rsidRDefault="00462C02" w:rsidP="004B6830">
    <w:pPr>
      <w:jc w:val="both"/>
      <w:rPr>
        <w:b/>
        <w:shadow/>
        <w:sz w:val="56"/>
        <w:szCs w:val="5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5" type="#_x0000_t75" style="position:absolute;left:0;text-align:left;margin-left:0;margin-top:0;width:180pt;height:41.1pt;z-index:-1;visibility:visible;mso-position-horizontal:left" wrapcoords="-180 0 -180 20496 21600 20496 21600 0 -180 0">
          <v:imagedata r:id="rId1" o:title=""/>
          <w10:wrap type="tight"/>
        </v:shape>
      </w:pict>
    </w:r>
    <w:r w:rsidR="004B6830">
      <w:rPr>
        <w:b/>
        <w:shadow/>
        <w:sz w:val="56"/>
        <w:szCs w:val="56"/>
      </w:rPr>
      <w:t xml:space="preserve">                           Road control syste</w:t>
    </w:r>
    <w:r w:rsidR="004B6830" w:rsidRPr="00AC5D3D">
      <w:rPr>
        <w:b/>
        <w:shadow/>
        <w:sz w:val="56"/>
        <w:szCs w:val="56"/>
      </w:rPr>
      <w:t>m a.s.</w:t>
    </w:r>
  </w:p>
  <w:p w:rsidR="004B6830" w:rsidRDefault="00462C02" w:rsidP="004B6830">
    <w:pPr>
      <w:rPr>
        <w:noProof/>
      </w:rPr>
    </w:pPr>
    <w:r>
      <w:rPr>
        <w:noProof/>
      </w:rPr>
      <w:pict>
        <v:shape id="_x0000_s2054" type="#_x0000_t75" style="position:absolute;margin-left:-19.95pt;margin-top:904.2pt;width:595.2pt;height:65.15pt;z-index:-2;visibility:visible;mso-wrap-distance-left:0;mso-wrap-distance-right:0;mso-position-horizontal-relative:margin;mso-position-vertical-relative:margin" o:allowincell="f" filled="t">
          <v:imagedata r:id="rId2" o:title=""/>
          <w10:wrap anchorx="margin" anchory="margin"/>
        </v:shape>
      </w:pict>
    </w:r>
  </w:p>
  <w:p w:rsidR="004B6830" w:rsidRPr="00265EB3" w:rsidRDefault="004B6830" w:rsidP="004B6830">
    <w:pPr>
      <w:jc w:val="both"/>
      <w:rPr>
        <w:shadow/>
        <w:noProof/>
        <w:sz w:val="36"/>
        <w:szCs w:val="36"/>
        <w:u w:val="single"/>
      </w:rPr>
    </w:pPr>
    <w:r w:rsidRPr="00265EB3">
      <w:rPr>
        <w:shadow/>
        <w:noProof/>
        <w:sz w:val="36"/>
        <w:szCs w:val="36"/>
        <w:u w:val="single"/>
      </w:rPr>
      <w:t>se sídlem: Sládkova 1920/14, 702 00  Ostrava,</w:t>
    </w:r>
    <w:r>
      <w:rPr>
        <w:shadow/>
        <w:noProof/>
        <w:sz w:val="36"/>
        <w:szCs w:val="36"/>
        <w:u w:val="single"/>
      </w:rPr>
      <w:t xml:space="preserve"> </w:t>
    </w:r>
    <w:r w:rsidRPr="00265EB3">
      <w:rPr>
        <w:shadow/>
        <w:noProof/>
        <w:sz w:val="36"/>
        <w:szCs w:val="36"/>
        <w:u w:val="single"/>
      </w:rPr>
      <w:t>Moravská Ostrava</w:t>
    </w:r>
  </w:p>
  <w:p w:rsidR="004E1B58" w:rsidRDefault="004E1B58" w:rsidP="004771B2">
    <w:pPr>
      <w:pStyle w:val="Zhlav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E1B58" w:rsidRDefault="004E1B58" w:rsidP="00CE5140">
    <w:pPr>
      <w:pStyle w:val="Zhlav"/>
      <w:tabs>
        <w:tab w:val="left" w:pos="5670"/>
      </w:tabs>
      <w:jc w:val="center"/>
    </w:pPr>
    <w:r>
      <w:t xml:space="preserve">- </w:t>
    </w:r>
    <w:r w:rsidR="00876EAE">
      <w:rPr>
        <w:rStyle w:val="slostrnky"/>
      </w:rPr>
      <w:fldChar w:fldCharType="begin"/>
    </w:r>
    <w:r>
      <w:rPr>
        <w:rStyle w:val="slostrnky"/>
      </w:rPr>
      <w:instrText xml:space="preserve"> PAGE </w:instrText>
    </w:r>
    <w:r w:rsidR="00876EAE">
      <w:rPr>
        <w:rStyle w:val="slostrnky"/>
      </w:rPr>
      <w:fldChar w:fldCharType="separate"/>
    </w:r>
    <w:r>
      <w:rPr>
        <w:rStyle w:val="slostrnky"/>
        <w:noProof/>
      </w:rPr>
      <w:t>3</w:t>
    </w:r>
    <w:r w:rsidR="00876EAE">
      <w:rPr>
        <w:rStyle w:val="slostrnky"/>
      </w:rPr>
      <w:fldChar w:fldCharType="end"/>
    </w:r>
    <w:r>
      <w:rPr>
        <w:rStyle w:val="slostrnky"/>
      </w:rPr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B6830" w:rsidRPr="00AC5D3D" w:rsidRDefault="00462C02" w:rsidP="004B6830">
    <w:pPr>
      <w:jc w:val="both"/>
      <w:rPr>
        <w:b/>
        <w:shadow/>
        <w:sz w:val="56"/>
        <w:szCs w:val="56"/>
      </w:rPr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ázek 5" o:spid="_x0000_s2053" type="#_x0000_t75" style="position:absolute;left:0;text-align:left;margin-left:0;margin-top:0;width:180pt;height:41.1pt;z-index:-3;visibility:visible;mso-position-horizontal:left" wrapcoords="-180 0 -180 20496 21600 20496 21600 0 -180 0">
          <v:imagedata r:id="rId1" o:title=""/>
          <w10:wrap type="tight"/>
        </v:shape>
      </w:pict>
    </w:r>
    <w:r w:rsidR="00BD15D7">
      <w:rPr>
        <w:b/>
        <w:shadow/>
        <w:sz w:val="56"/>
        <w:szCs w:val="56"/>
      </w:rPr>
      <w:t xml:space="preserve">                           </w:t>
    </w:r>
    <w:r w:rsidR="004B6830">
      <w:rPr>
        <w:b/>
        <w:shadow/>
        <w:sz w:val="56"/>
        <w:szCs w:val="56"/>
      </w:rPr>
      <w:t>Road control syste</w:t>
    </w:r>
    <w:r w:rsidR="004B6830" w:rsidRPr="00AC5D3D">
      <w:rPr>
        <w:b/>
        <w:shadow/>
        <w:sz w:val="56"/>
        <w:szCs w:val="56"/>
      </w:rPr>
      <w:t>m a.s.</w:t>
    </w:r>
  </w:p>
  <w:p w:rsidR="004B6830" w:rsidRDefault="00462C02" w:rsidP="004B6830">
    <w:pPr>
      <w:rPr>
        <w:noProof/>
      </w:rPr>
    </w:pPr>
    <w:r>
      <w:rPr>
        <w:noProof/>
      </w:rPr>
      <w:pict>
        <v:shape id="obrázek 6" o:spid="_x0000_s2052" type="#_x0000_t75" style="position:absolute;margin-left:-19.95pt;margin-top:904.2pt;width:595.2pt;height:65.15pt;z-index:-4;visibility:visible;mso-wrap-distance-left:0;mso-wrap-distance-right:0;mso-position-horizontal-relative:margin;mso-position-vertical-relative:margin" o:allowincell="f" filled="t">
          <v:imagedata r:id="rId2" o:title=""/>
          <w10:wrap anchorx="margin" anchory="margin"/>
        </v:shape>
      </w:pict>
    </w:r>
  </w:p>
  <w:p w:rsidR="004B6830" w:rsidRPr="00265EB3" w:rsidRDefault="004B6830" w:rsidP="004B6830">
    <w:pPr>
      <w:jc w:val="both"/>
      <w:rPr>
        <w:shadow/>
        <w:noProof/>
        <w:sz w:val="36"/>
        <w:szCs w:val="36"/>
        <w:u w:val="single"/>
      </w:rPr>
    </w:pPr>
    <w:r w:rsidRPr="00265EB3">
      <w:rPr>
        <w:shadow/>
        <w:noProof/>
        <w:sz w:val="36"/>
        <w:szCs w:val="36"/>
        <w:u w:val="single"/>
      </w:rPr>
      <w:t>se sídlem: Sládkova 1920/14, 702 00  Ostrava,</w:t>
    </w:r>
    <w:r>
      <w:rPr>
        <w:shadow/>
        <w:noProof/>
        <w:sz w:val="36"/>
        <w:szCs w:val="36"/>
        <w:u w:val="single"/>
      </w:rPr>
      <w:t xml:space="preserve"> </w:t>
    </w:r>
    <w:r w:rsidRPr="00265EB3">
      <w:rPr>
        <w:shadow/>
        <w:noProof/>
        <w:sz w:val="36"/>
        <w:szCs w:val="36"/>
        <w:u w:val="single"/>
      </w:rPr>
      <w:t>Moravská Ostrava</w:t>
    </w:r>
  </w:p>
  <w:p w:rsidR="004B6830" w:rsidRDefault="004B683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9475D"/>
    <w:multiLevelType w:val="hybridMultilevel"/>
    <w:tmpl w:val="D80A8600"/>
    <w:lvl w:ilvl="0" w:tplc="F5100CA0">
      <w:start w:val="70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34081B"/>
    <w:multiLevelType w:val="hybridMultilevel"/>
    <w:tmpl w:val="01A45BCE"/>
    <w:lvl w:ilvl="0" w:tplc="D876A366">
      <w:numFmt w:val="bullet"/>
      <w:lvlText w:val="-"/>
      <w:lvlJc w:val="left"/>
      <w:pPr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" w15:restartNumberingAfterBreak="0">
    <w:nsid w:val="24700ED6"/>
    <w:multiLevelType w:val="hybridMultilevel"/>
    <w:tmpl w:val="D4960A58"/>
    <w:lvl w:ilvl="0" w:tplc="00DC6B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323B39"/>
    <w:multiLevelType w:val="singleLevel"/>
    <w:tmpl w:val="B0A2E2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37185AEC"/>
    <w:multiLevelType w:val="hybridMultilevel"/>
    <w:tmpl w:val="273C9056"/>
    <w:lvl w:ilvl="0" w:tplc="81145B2C">
      <w:start w:val="15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1773184"/>
    <w:multiLevelType w:val="hybridMultilevel"/>
    <w:tmpl w:val="6A94185E"/>
    <w:lvl w:ilvl="0" w:tplc="216465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A206750"/>
    <w:multiLevelType w:val="hybridMultilevel"/>
    <w:tmpl w:val="D884F66E"/>
    <w:lvl w:ilvl="0" w:tplc="9678E230">
      <w:start w:val="60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sz w:val="24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C325563"/>
    <w:multiLevelType w:val="hybridMultilevel"/>
    <w:tmpl w:val="123E3870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AA47FD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F052F62"/>
    <w:multiLevelType w:val="hybridMultilevel"/>
    <w:tmpl w:val="509CD9A8"/>
    <w:lvl w:ilvl="0" w:tplc="1756BB9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B6182F"/>
    <w:multiLevelType w:val="hybridMultilevel"/>
    <w:tmpl w:val="53DEC2A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585212B"/>
    <w:multiLevelType w:val="hybridMultilevel"/>
    <w:tmpl w:val="07ACBBDE"/>
    <w:lvl w:ilvl="0" w:tplc="C376219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422370D"/>
    <w:multiLevelType w:val="singleLevel"/>
    <w:tmpl w:val="B0A2E238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 w15:restartNumberingAfterBreak="0">
    <w:nsid w:val="72DD4BFB"/>
    <w:multiLevelType w:val="hybridMultilevel"/>
    <w:tmpl w:val="D33C2750"/>
    <w:lvl w:ilvl="0" w:tplc="782243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8900E9B"/>
    <w:multiLevelType w:val="hybridMultilevel"/>
    <w:tmpl w:val="4B54240E"/>
    <w:lvl w:ilvl="0" w:tplc="AC4A0D3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E956B0"/>
    <w:multiLevelType w:val="hybridMultilevel"/>
    <w:tmpl w:val="7A5C8110"/>
    <w:lvl w:ilvl="0" w:tplc="04050015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11"/>
  </w:num>
  <w:num w:numId="3">
    <w:abstractNumId w:val="3"/>
  </w:num>
  <w:num w:numId="4">
    <w:abstractNumId w:val="7"/>
  </w:num>
  <w:num w:numId="5">
    <w:abstractNumId w:val="14"/>
  </w:num>
  <w:num w:numId="6">
    <w:abstractNumId w:val="10"/>
  </w:num>
  <w:num w:numId="7">
    <w:abstractNumId w:val="5"/>
  </w:num>
  <w:num w:numId="8">
    <w:abstractNumId w:val="1"/>
  </w:num>
  <w:num w:numId="9">
    <w:abstractNumId w:val="8"/>
  </w:num>
  <w:num w:numId="10">
    <w:abstractNumId w:val="2"/>
  </w:num>
  <w:num w:numId="11">
    <w:abstractNumId w:val="6"/>
  </w:num>
  <w:num w:numId="12">
    <w:abstractNumId w:val="13"/>
  </w:num>
  <w:num w:numId="13">
    <w:abstractNumId w:val="0"/>
  </w:num>
  <w:num w:numId="14">
    <w:abstractNumId w:val="12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6"/>
    <o:shapelayout v:ext="edit">
      <o:idmap v:ext="edit" data="2"/>
    </o:shapelayout>
  </w:hdrShapeDefaults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D015A"/>
    <w:rsid w:val="000006E7"/>
    <w:rsid w:val="0000222A"/>
    <w:rsid w:val="00004C8F"/>
    <w:rsid w:val="00005B17"/>
    <w:rsid w:val="00007A7F"/>
    <w:rsid w:val="000148EE"/>
    <w:rsid w:val="00016060"/>
    <w:rsid w:val="00017BF9"/>
    <w:rsid w:val="00026453"/>
    <w:rsid w:val="00026A90"/>
    <w:rsid w:val="00037471"/>
    <w:rsid w:val="00050026"/>
    <w:rsid w:val="00050E03"/>
    <w:rsid w:val="00050E82"/>
    <w:rsid w:val="00051275"/>
    <w:rsid w:val="00051721"/>
    <w:rsid w:val="00054074"/>
    <w:rsid w:val="00061541"/>
    <w:rsid w:val="00064109"/>
    <w:rsid w:val="000777F3"/>
    <w:rsid w:val="0009303A"/>
    <w:rsid w:val="000A725C"/>
    <w:rsid w:val="000C1310"/>
    <w:rsid w:val="000C22E0"/>
    <w:rsid w:val="000C2E6D"/>
    <w:rsid w:val="000D4730"/>
    <w:rsid w:val="000D4FB2"/>
    <w:rsid w:val="000D7959"/>
    <w:rsid w:val="000E17CD"/>
    <w:rsid w:val="00103BFC"/>
    <w:rsid w:val="00105423"/>
    <w:rsid w:val="00117B33"/>
    <w:rsid w:val="00121B25"/>
    <w:rsid w:val="00122B86"/>
    <w:rsid w:val="00124331"/>
    <w:rsid w:val="001327D5"/>
    <w:rsid w:val="00134E39"/>
    <w:rsid w:val="00137896"/>
    <w:rsid w:val="00141792"/>
    <w:rsid w:val="00145F72"/>
    <w:rsid w:val="001479A2"/>
    <w:rsid w:val="001504FA"/>
    <w:rsid w:val="001575F7"/>
    <w:rsid w:val="0016181E"/>
    <w:rsid w:val="001659AA"/>
    <w:rsid w:val="00170811"/>
    <w:rsid w:val="001743FC"/>
    <w:rsid w:val="00177DA4"/>
    <w:rsid w:val="001811D5"/>
    <w:rsid w:val="00193342"/>
    <w:rsid w:val="00193AC0"/>
    <w:rsid w:val="001A4CEC"/>
    <w:rsid w:val="001A765C"/>
    <w:rsid w:val="001B466C"/>
    <w:rsid w:val="001B64E6"/>
    <w:rsid w:val="001C45A1"/>
    <w:rsid w:val="001C5ECB"/>
    <w:rsid w:val="001D23A0"/>
    <w:rsid w:val="001D419D"/>
    <w:rsid w:val="001E0BE2"/>
    <w:rsid w:val="001E7F47"/>
    <w:rsid w:val="001F1EFA"/>
    <w:rsid w:val="00200F80"/>
    <w:rsid w:val="0020108B"/>
    <w:rsid w:val="002068B6"/>
    <w:rsid w:val="002115B3"/>
    <w:rsid w:val="00212ADC"/>
    <w:rsid w:val="00215075"/>
    <w:rsid w:val="002211D5"/>
    <w:rsid w:val="00231202"/>
    <w:rsid w:val="00236A48"/>
    <w:rsid w:val="00242198"/>
    <w:rsid w:val="00246313"/>
    <w:rsid w:val="00265EB3"/>
    <w:rsid w:val="00290EBA"/>
    <w:rsid w:val="002959FF"/>
    <w:rsid w:val="00297CE2"/>
    <w:rsid w:val="002A5643"/>
    <w:rsid w:val="002A5912"/>
    <w:rsid w:val="002A765F"/>
    <w:rsid w:val="002B7F10"/>
    <w:rsid w:val="002D0E0A"/>
    <w:rsid w:val="002D4CFE"/>
    <w:rsid w:val="002D589B"/>
    <w:rsid w:val="002D7A79"/>
    <w:rsid w:val="002E4D21"/>
    <w:rsid w:val="002E5105"/>
    <w:rsid w:val="002E56B3"/>
    <w:rsid w:val="002F0739"/>
    <w:rsid w:val="002F7D38"/>
    <w:rsid w:val="0030700F"/>
    <w:rsid w:val="0031383A"/>
    <w:rsid w:val="00320407"/>
    <w:rsid w:val="0032716F"/>
    <w:rsid w:val="00327DB0"/>
    <w:rsid w:val="00330649"/>
    <w:rsid w:val="0033546E"/>
    <w:rsid w:val="00366051"/>
    <w:rsid w:val="00366549"/>
    <w:rsid w:val="0036655C"/>
    <w:rsid w:val="00367094"/>
    <w:rsid w:val="00380778"/>
    <w:rsid w:val="00387AFE"/>
    <w:rsid w:val="003B0192"/>
    <w:rsid w:val="003C27D9"/>
    <w:rsid w:val="003D241B"/>
    <w:rsid w:val="003E14A2"/>
    <w:rsid w:val="003F1C99"/>
    <w:rsid w:val="003F3581"/>
    <w:rsid w:val="003F3D37"/>
    <w:rsid w:val="003F47FD"/>
    <w:rsid w:val="004147A5"/>
    <w:rsid w:val="00416015"/>
    <w:rsid w:val="00422602"/>
    <w:rsid w:val="00425A5A"/>
    <w:rsid w:val="00426225"/>
    <w:rsid w:val="004332AA"/>
    <w:rsid w:val="0043338F"/>
    <w:rsid w:val="00445102"/>
    <w:rsid w:val="00446D33"/>
    <w:rsid w:val="004533AF"/>
    <w:rsid w:val="00456868"/>
    <w:rsid w:val="00462C02"/>
    <w:rsid w:val="00475B9D"/>
    <w:rsid w:val="00476A02"/>
    <w:rsid w:val="004771B2"/>
    <w:rsid w:val="00477224"/>
    <w:rsid w:val="00482D79"/>
    <w:rsid w:val="004916C4"/>
    <w:rsid w:val="004A1CC6"/>
    <w:rsid w:val="004A2B40"/>
    <w:rsid w:val="004B0B9B"/>
    <w:rsid w:val="004B1240"/>
    <w:rsid w:val="004B2934"/>
    <w:rsid w:val="004B6830"/>
    <w:rsid w:val="004B6D4C"/>
    <w:rsid w:val="004C5E37"/>
    <w:rsid w:val="004C6B4F"/>
    <w:rsid w:val="004D7315"/>
    <w:rsid w:val="004D7733"/>
    <w:rsid w:val="004E0E13"/>
    <w:rsid w:val="004E1B58"/>
    <w:rsid w:val="004E44C7"/>
    <w:rsid w:val="004E501F"/>
    <w:rsid w:val="004E6319"/>
    <w:rsid w:val="004E6DD4"/>
    <w:rsid w:val="004F28D9"/>
    <w:rsid w:val="005100AF"/>
    <w:rsid w:val="00512C38"/>
    <w:rsid w:val="005141AD"/>
    <w:rsid w:val="00521DE8"/>
    <w:rsid w:val="00522397"/>
    <w:rsid w:val="0052372E"/>
    <w:rsid w:val="00527229"/>
    <w:rsid w:val="00532B27"/>
    <w:rsid w:val="00540B1B"/>
    <w:rsid w:val="00544145"/>
    <w:rsid w:val="00544354"/>
    <w:rsid w:val="0055318E"/>
    <w:rsid w:val="00555618"/>
    <w:rsid w:val="00562F06"/>
    <w:rsid w:val="00572333"/>
    <w:rsid w:val="00582B69"/>
    <w:rsid w:val="00583B71"/>
    <w:rsid w:val="00584310"/>
    <w:rsid w:val="005940B5"/>
    <w:rsid w:val="00594F95"/>
    <w:rsid w:val="005959F4"/>
    <w:rsid w:val="005A00BF"/>
    <w:rsid w:val="005A1489"/>
    <w:rsid w:val="005A1EEF"/>
    <w:rsid w:val="005A2981"/>
    <w:rsid w:val="005A2EF0"/>
    <w:rsid w:val="005A6817"/>
    <w:rsid w:val="005B4D9B"/>
    <w:rsid w:val="005B75EB"/>
    <w:rsid w:val="005C48FD"/>
    <w:rsid w:val="005D2CC6"/>
    <w:rsid w:val="005D3638"/>
    <w:rsid w:val="005D693E"/>
    <w:rsid w:val="005E3F1F"/>
    <w:rsid w:val="00601C02"/>
    <w:rsid w:val="006021B6"/>
    <w:rsid w:val="0061136E"/>
    <w:rsid w:val="0061496A"/>
    <w:rsid w:val="00620085"/>
    <w:rsid w:val="0063052E"/>
    <w:rsid w:val="00634268"/>
    <w:rsid w:val="006362C5"/>
    <w:rsid w:val="00643331"/>
    <w:rsid w:val="006474AD"/>
    <w:rsid w:val="006601A9"/>
    <w:rsid w:val="0068268E"/>
    <w:rsid w:val="006917B3"/>
    <w:rsid w:val="00692188"/>
    <w:rsid w:val="00696DAD"/>
    <w:rsid w:val="006C371B"/>
    <w:rsid w:val="006C4EDF"/>
    <w:rsid w:val="006D5A5E"/>
    <w:rsid w:val="006E495D"/>
    <w:rsid w:val="006E4EF9"/>
    <w:rsid w:val="006F0BC4"/>
    <w:rsid w:val="00700554"/>
    <w:rsid w:val="00705B27"/>
    <w:rsid w:val="0071442E"/>
    <w:rsid w:val="00714B6A"/>
    <w:rsid w:val="00721F66"/>
    <w:rsid w:val="007258BA"/>
    <w:rsid w:val="00731DF6"/>
    <w:rsid w:val="0074110B"/>
    <w:rsid w:val="00742BB3"/>
    <w:rsid w:val="00743235"/>
    <w:rsid w:val="00743264"/>
    <w:rsid w:val="0074739B"/>
    <w:rsid w:val="00752EBC"/>
    <w:rsid w:val="00757EEF"/>
    <w:rsid w:val="0076457C"/>
    <w:rsid w:val="00764D03"/>
    <w:rsid w:val="0077502D"/>
    <w:rsid w:val="007756E2"/>
    <w:rsid w:val="007776EB"/>
    <w:rsid w:val="00780AB7"/>
    <w:rsid w:val="00781178"/>
    <w:rsid w:val="007B2092"/>
    <w:rsid w:val="007B7DAC"/>
    <w:rsid w:val="007C090D"/>
    <w:rsid w:val="007D4599"/>
    <w:rsid w:val="007D6E3A"/>
    <w:rsid w:val="007E4462"/>
    <w:rsid w:val="007E6565"/>
    <w:rsid w:val="007F4A66"/>
    <w:rsid w:val="007F76BC"/>
    <w:rsid w:val="00806A08"/>
    <w:rsid w:val="00807650"/>
    <w:rsid w:val="0081168A"/>
    <w:rsid w:val="00817C6A"/>
    <w:rsid w:val="00821C7A"/>
    <w:rsid w:val="008271D0"/>
    <w:rsid w:val="0083074A"/>
    <w:rsid w:val="00847D73"/>
    <w:rsid w:val="00866AC7"/>
    <w:rsid w:val="00872899"/>
    <w:rsid w:val="00875306"/>
    <w:rsid w:val="00876EAE"/>
    <w:rsid w:val="00882485"/>
    <w:rsid w:val="00890183"/>
    <w:rsid w:val="008922CB"/>
    <w:rsid w:val="008A35D8"/>
    <w:rsid w:val="008B35CD"/>
    <w:rsid w:val="008D022C"/>
    <w:rsid w:val="008E0191"/>
    <w:rsid w:val="008E62AD"/>
    <w:rsid w:val="008F73C1"/>
    <w:rsid w:val="009078E4"/>
    <w:rsid w:val="00916A23"/>
    <w:rsid w:val="00927513"/>
    <w:rsid w:val="00927C67"/>
    <w:rsid w:val="00937AE0"/>
    <w:rsid w:val="00941173"/>
    <w:rsid w:val="00944EEA"/>
    <w:rsid w:val="0094712E"/>
    <w:rsid w:val="00950D26"/>
    <w:rsid w:val="00951028"/>
    <w:rsid w:val="00961606"/>
    <w:rsid w:val="009645F0"/>
    <w:rsid w:val="009768BD"/>
    <w:rsid w:val="00984AFE"/>
    <w:rsid w:val="0098690F"/>
    <w:rsid w:val="0099256D"/>
    <w:rsid w:val="00994583"/>
    <w:rsid w:val="009950CC"/>
    <w:rsid w:val="009A2B2B"/>
    <w:rsid w:val="009C6FF8"/>
    <w:rsid w:val="009D457D"/>
    <w:rsid w:val="009E4704"/>
    <w:rsid w:val="009E6605"/>
    <w:rsid w:val="00A012D5"/>
    <w:rsid w:val="00A0438E"/>
    <w:rsid w:val="00A068A5"/>
    <w:rsid w:val="00A271F2"/>
    <w:rsid w:val="00A2760D"/>
    <w:rsid w:val="00A4018C"/>
    <w:rsid w:val="00A43ADB"/>
    <w:rsid w:val="00A47AA8"/>
    <w:rsid w:val="00A51E13"/>
    <w:rsid w:val="00A51EB5"/>
    <w:rsid w:val="00A77787"/>
    <w:rsid w:val="00A812DE"/>
    <w:rsid w:val="00A90F6B"/>
    <w:rsid w:val="00AA2177"/>
    <w:rsid w:val="00AA5DFA"/>
    <w:rsid w:val="00AA7E54"/>
    <w:rsid w:val="00AB470D"/>
    <w:rsid w:val="00AC5D3D"/>
    <w:rsid w:val="00AC6D80"/>
    <w:rsid w:val="00AD00B0"/>
    <w:rsid w:val="00AD5760"/>
    <w:rsid w:val="00AD693D"/>
    <w:rsid w:val="00AE25C8"/>
    <w:rsid w:val="00AE6B61"/>
    <w:rsid w:val="00AF67C2"/>
    <w:rsid w:val="00AF699B"/>
    <w:rsid w:val="00B06B6E"/>
    <w:rsid w:val="00B11C4C"/>
    <w:rsid w:val="00B26189"/>
    <w:rsid w:val="00B40B0D"/>
    <w:rsid w:val="00B43710"/>
    <w:rsid w:val="00B637D5"/>
    <w:rsid w:val="00B6648F"/>
    <w:rsid w:val="00B709D4"/>
    <w:rsid w:val="00B82BB7"/>
    <w:rsid w:val="00B82D46"/>
    <w:rsid w:val="00B845C8"/>
    <w:rsid w:val="00B84DC2"/>
    <w:rsid w:val="00B871F5"/>
    <w:rsid w:val="00BA0326"/>
    <w:rsid w:val="00BA136C"/>
    <w:rsid w:val="00BA3ECD"/>
    <w:rsid w:val="00BA67D6"/>
    <w:rsid w:val="00BB35C1"/>
    <w:rsid w:val="00BB422F"/>
    <w:rsid w:val="00BC1276"/>
    <w:rsid w:val="00BC4C3A"/>
    <w:rsid w:val="00BD15D7"/>
    <w:rsid w:val="00BE0930"/>
    <w:rsid w:val="00BF5108"/>
    <w:rsid w:val="00BF70D8"/>
    <w:rsid w:val="00BF7C73"/>
    <w:rsid w:val="00C00B8E"/>
    <w:rsid w:val="00C01544"/>
    <w:rsid w:val="00C027FB"/>
    <w:rsid w:val="00C07E6E"/>
    <w:rsid w:val="00C118F4"/>
    <w:rsid w:val="00C11DAB"/>
    <w:rsid w:val="00C21D47"/>
    <w:rsid w:val="00C22B38"/>
    <w:rsid w:val="00C24341"/>
    <w:rsid w:val="00C352E7"/>
    <w:rsid w:val="00C35C99"/>
    <w:rsid w:val="00C55F65"/>
    <w:rsid w:val="00C5772B"/>
    <w:rsid w:val="00C61430"/>
    <w:rsid w:val="00C66EF7"/>
    <w:rsid w:val="00C721CD"/>
    <w:rsid w:val="00C77ACE"/>
    <w:rsid w:val="00C80747"/>
    <w:rsid w:val="00C85A51"/>
    <w:rsid w:val="00C95535"/>
    <w:rsid w:val="00CA2387"/>
    <w:rsid w:val="00CA2826"/>
    <w:rsid w:val="00CA702E"/>
    <w:rsid w:val="00CA7FEB"/>
    <w:rsid w:val="00CB4DD0"/>
    <w:rsid w:val="00CB58FF"/>
    <w:rsid w:val="00CC229A"/>
    <w:rsid w:val="00CC54F8"/>
    <w:rsid w:val="00CC6B98"/>
    <w:rsid w:val="00CD3C20"/>
    <w:rsid w:val="00CE5140"/>
    <w:rsid w:val="00CE51A5"/>
    <w:rsid w:val="00CE570C"/>
    <w:rsid w:val="00CF0CB3"/>
    <w:rsid w:val="00CF2EC5"/>
    <w:rsid w:val="00D0167F"/>
    <w:rsid w:val="00D105A0"/>
    <w:rsid w:val="00D121E6"/>
    <w:rsid w:val="00D13059"/>
    <w:rsid w:val="00D23161"/>
    <w:rsid w:val="00D24C4C"/>
    <w:rsid w:val="00D276AB"/>
    <w:rsid w:val="00D3298A"/>
    <w:rsid w:val="00D42F1D"/>
    <w:rsid w:val="00D4395B"/>
    <w:rsid w:val="00D46EB1"/>
    <w:rsid w:val="00D511B0"/>
    <w:rsid w:val="00D51DF4"/>
    <w:rsid w:val="00D521E7"/>
    <w:rsid w:val="00D54330"/>
    <w:rsid w:val="00D60A44"/>
    <w:rsid w:val="00D61BDF"/>
    <w:rsid w:val="00D778FD"/>
    <w:rsid w:val="00D84699"/>
    <w:rsid w:val="00D852E8"/>
    <w:rsid w:val="00D91C9D"/>
    <w:rsid w:val="00D97C80"/>
    <w:rsid w:val="00DA44AA"/>
    <w:rsid w:val="00DB2819"/>
    <w:rsid w:val="00DC2474"/>
    <w:rsid w:val="00DC3D19"/>
    <w:rsid w:val="00DD0E89"/>
    <w:rsid w:val="00DD2E65"/>
    <w:rsid w:val="00DE321B"/>
    <w:rsid w:val="00DE600F"/>
    <w:rsid w:val="00DF356D"/>
    <w:rsid w:val="00DF5D5A"/>
    <w:rsid w:val="00E05960"/>
    <w:rsid w:val="00E10D7B"/>
    <w:rsid w:val="00E201F8"/>
    <w:rsid w:val="00E22989"/>
    <w:rsid w:val="00E273F3"/>
    <w:rsid w:val="00E37E47"/>
    <w:rsid w:val="00E44279"/>
    <w:rsid w:val="00E5338A"/>
    <w:rsid w:val="00E53996"/>
    <w:rsid w:val="00E57FBA"/>
    <w:rsid w:val="00E64AF1"/>
    <w:rsid w:val="00E674E4"/>
    <w:rsid w:val="00E67541"/>
    <w:rsid w:val="00E70DEB"/>
    <w:rsid w:val="00E8134B"/>
    <w:rsid w:val="00E817DA"/>
    <w:rsid w:val="00E918F4"/>
    <w:rsid w:val="00EB3888"/>
    <w:rsid w:val="00EC2EA5"/>
    <w:rsid w:val="00EC4F1A"/>
    <w:rsid w:val="00ED015A"/>
    <w:rsid w:val="00ED096D"/>
    <w:rsid w:val="00ED1FF8"/>
    <w:rsid w:val="00EE5CB4"/>
    <w:rsid w:val="00EF491B"/>
    <w:rsid w:val="00EF522B"/>
    <w:rsid w:val="00EF6423"/>
    <w:rsid w:val="00F05726"/>
    <w:rsid w:val="00F11137"/>
    <w:rsid w:val="00F16497"/>
    <w:rsid w:val="00F23874"/>
    <w:rsid w:val="00F24CD1"/>
    <w:rsid w:val="00F304B2"/>
    <w:rsid w:val="00F444B2"/>
    <w:rsid w:val="00F47CC7"/>
    <w:rsid w:val="00F616AC"/>
    <w:rsid w:val="00F72837"/>
    <w:rsid w:val="00F80C87"/>
    <w:rsid w:val="00F92E5F"/>
    <w:rsid w:val="00F9471F"/>
    <w:rsid w:val="00FD2832"/>
    <w:rsid w:val="00FD498D"/>
    <w:rsid w:val="00FD5D69"/>
    <w:rsid w:val="00FE14FA"/>
    <w:rsid w:val="00FE1CBE"/>
    <w:rsid w:val="00FE2ED6"/>
    <w:rsid w:val="00FE55C7"/>
    <w:rsid w:val="00FE5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6"/>
    <o:shapelayout v:ext="edit">
      <o:idmap v:ext="edit" data="1"/>
    </o:shapelayout>
  </w:shapeDefaults>
  <w:decimalSymbol w:val=","/>
  <w:listSeparator w:val=";"/>
  <w15:chartTrackingRefBased/>
  <w15:docId w15:val="{3C53485E-84D9-47A3-A7C7-2AA198CE0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F0BC4"/>
    <w:pPr>
      <w:suppressAutoHyphens/>
    </w:pPr>
    <w:rPr>
      <w:sz w:val="24"/>
      <w:szCs w:val="24"/>
      <w:lang w:eastAsia="ar-SA"/>
    </w:rPr>
  </w:style>
  <w:style w:type="paragraph" w:styleId="Nadpis1">
    <w:name w:val="heading 1"/>
    <w:basedOn w:val="Normln"/>
    <w:next w:val="Normln"/>
    <w:link w:val="Nadpis1Char"/>
    <w:uiPriority w:val="9"/>
    <w:qFormat/>
    <w:rsid w:val="006F0BC4"/>
    <w:pPr>
      <w:keepNext/>
      <w:outlineLvl w:val="0"/>
    </w:pPr>
    <w:rPr>
      <w:sz w:val="30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00222A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link w:val="Nadpis3Char"/>
    <w:uiPriority w:val="9"/>
    <w:qFormat/>
    <w:rsid w:val="006F0BC4"/>
    <w:pPr>
      <w:suppressAutoHyphens w:val="0"/>
      <w:spacing w:before="100" w:beforeAutospacing="1" w:after="100" w:afterAutospacing="1"/>
      <w:outlineLvl w:val="2"/>
    </w:pPr>
    <w:rPr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"/>
    <w:rsid w:val="003D3533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customStyle="1" w:styleId="Nadpis3Char">
    <w:name w:val="Nadpis 3 Char"/>
    <w:link w:val="Nadpis3"/>
    <w:uiPriority w:val="9"/>
    <w:semiHidden/>
    <w:rsid w:val="003D3533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WW8Num5z0">
    <w:name w:val="WW8Num5z0"/>
    <w:rsid w:val="006F0BC4"/>
    <w:rPr>
      <w:rFonts w:ascii="Symbol" w:hAnsi="Symbol"/>
    </w:rPr>
  </w:style>
  <w:style w:type="character" w:customStyle="1" w:styleId="WW8Num6z0">
    <w:name w:val="WW8Num6z0"/>
    <w:rsid w:val="006F0BC4"/>
    <w:rPr>
      <w:rFonts w:ascii="Symbol" w:hAnsi="Symbol"/>
    </w:rPr>
  </w:style>
  <w:style w:type="character" w:customStyle="1" w:styleId="WW8Num7z0">
    <w:name w:val="WW8Num7z0"/>
    <w:rsid w:val="006F0BC4"/>
    <w:rPr>
      <w:rFonts w:ascii="Symbol" w:hAnsi="Symbol"/>
    </w:rPr>
  </w:style>
  <w:style w:type="character" w:customStyle="1" w:styleId="WW8Num8z0">
    <w:name w:val="WW8Num8z0"/>
    <w:rsid w:val="006F0BC4"/>
    <w:rPr>
      <w:rFonts w:ascii="Symbol" w:hAnsi="Symbol"/>
    </w:rPr>
  </w:style>
  <w:style w:type="character" w:customStyle="1" w:styleId="WW8Num10z0">
    <w:name w:val="WW8Num10z0"/>
    <w:rsid w:val="006F0BC4"/>
    <w:rPr>
      <w:rFonts w:ascii="Symbol" w:hAnsi="Symbol"/>
    </w:rPr>
  </w:style>
  <w:style w:type="character" w:customStyle="1" w:styleId="Standardnpsmoodstavce1">
    <w:name w:val="Standardní písmo odstavce1"/>
    <w:rsid w:val="006F0BC4"/>
  </w:style>
  <w:style w:type="paragraph" w:customStyle="1" w:styleId="Nadpis">
    <w:name w:val="Nadpis"/>
    <w:basedOn w:val="Normln"/>
    <w:next w:val="Zkladntext"/>
    <w:rsid w:val="006F0BC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Zkladntext">
    <w:name w:val="Body Text"/>
    <w:basedOn w:val="Normln"/>
    <w:link w:val="ZkladntextChar"/>
    <w:uiPriority w:val="99"/>
    <w:rsid w:val="006F0BC4"/>
    <w:pPr>
      <w:spacing w:after="120"/>
    </w:pPr>
  </w:style>
  <w:style w:type="character" w:customStyle="1" w:styleId="ZkladntextChar">
    <w:name w:val="Základní text Char"/>
    <w:link w:val="Zkladntext"/>
    <w:uiPriority w:val="99"/>
    <w:semiHidden/>
    <w:rsid w:val="003D3533"/>
    <w:rPr>
      <w:sz w:val="24"/>
      <w:szCs w:val="24"/>
      <w:lang w:eastAsia="ar-SA"/>
    </w:rPr>
  </w:style>
  <w:style w:type="paragraph" w:styleId="Seznam">
    <w:name w:val="List"/>
    <w:basedOn w:val="Zkladntext"/>
    <w:uiPriority w:val="99"/>
    <w:rsid w:val="006F0BC4"/>
    <w:rPr>
      <w:rFonts w:cs="Tahoma"/>
    </w:rPr>
  </w:style>
  <w:style w:type="paragraph" w:customStyle="1" w:styleId="Popisek">
    <w:name w:val="Popisek"/>
    <w:basedOn w:val="Normln"/>
    <w:rsid w:val="006F0BC4"/>
    <w:pPr>
      <w:suppressLineNumbers/>
      <w:spacing w:before="120" w:after="120"/>
    </w:pPr>
    <w:rPr>
      <w:rFonts w:cs="Tahoma"/>
      <w:i/>
      <w:iCs/>
    </w:rPr>
  </w:style>
  <w:style w:type="paragraph" w:customStyle="1" w:styleId="Rejstk">
    <w:name w:val="Rejstřík"/>
    <w:basedOn w:val="Normln"/>
    <w:rsid w:val="006F0BC4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6F0BC4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semiHidden/>
    <w:rsid w:val="003D3533"/>
    <w:rPr>
      <w:sz w:val="24"/>
      <w:szCs w:val="24"/>
      <w:lang w:eastAsia="ar-SA"/>
    </w:rPr>
  </w:style>
  <w:style w:type="paragraph" w:styleId="Zpat">
    <w:name w:val="footer"/>
    <w:basedOn w:val="Normln"/>
    <w:link w:val="ZpatChar"/>
    <w:uiPriority w:val="99"/>
    <w:rsid w:val="006F0BC4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semiHidden/>
    <w:rsid w:val="003D3533"/>
    <w:rPr>
      <w:sz w:val="24"/>
      <w:szCs w:val="24"/>
      <w:lang w:eastAsia="ar-SA"/>
    </w:rPr>
  </w:style>
  <w:style w:type="paragraph" w:customStyle="1" w:styleId="Obsahrmce">
    <w:name w:val="Obsah rámce"/>
    <w:basedOn w:val="Zkladntext"/>
    <w:rsid w:val="006F0BC4"/>
  </w:style>
  <w:style w:type="character" w:styleId="Hypertextovodkaz">
    <w:name w:val="Hyperlink"/>
    <w:uiPriority w:val="99"/>
    <w:rsid w:val="006F0BC4"/>
    <w:rPr>
      <w:rFonts w:cs="Times New Roman"/>
      <w:color w:val="0000FF"/>
      <w:u w:val="single"/>
    </w:rPr>
  </w:style>
  <w:style w:type="paragraph" w:styleId="Textbubliny">
    <w:name w:val="Balloon Text"/>
    <w:basedOn w:val="Normln"/>
    <w:link w:val="TextbublinyChar"/>
    <w:uiPriority w:val="99"/>
    <w:semiHidden/>
    <w:rsid w:val="006F0BC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3D3533"/>
    <w:rPr>
      <w:sz w:val="0"/>
      <w:szCs w:val="0"/>
      <w:lang w:eastAsia="ar-SA"/>
    </w:rPr>
  </w:style>
  <w:style w:type="character" w:styleId="Sledovanodkaz">
    <w:name w:val="FollowedHyperlink"/>
    <w:uiPriority w:val="99"/>
    <w:rsid w:val="006F0BC4"/>
    <w:rPr>
      <w:rFonts w:cs="Times New Roman"/>
      <w:color w:val="800080"/>
      <w:u w:val="single"/>
    </w:rPr>
  </w:style>
  <w:style w:type="character" w:styleId="slostrnky">
    <w:name w:val="page number"/>
    <w:uiPriority w:val="99"/>
    <w:rsid w:val="00CE5140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5D2CC6"/>
    <w:pPr>
      <w:ind w:left="720"/>
      <w:contextualSpacing/>
    </w:pPr>
  </w:style>
  <w:style w:type="character" w:customStyle="1" w:styleId="Nadpis2Char">
    <w:name w:val="Nadpis 2 Char"/>
    <w:link w:val="Nadpis2"/>
    <w:semiHidden/>
    <w:rsid w:val="0000222A"/>
    <w:rPr>
      <w:rFonts w:ascii="Cambria" w:eastAsia="Times New Roman" w:hAnsi="Cambria" w:cs="Times New Roman"/>
      <w:b/>
      <w:bCs/>
      <w:i/>
      <w:iCs/>
      <w:sz w:val="28"/>
      <w:szCs w:val="2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7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65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5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23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657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30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37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2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145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9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13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45383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704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304085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029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2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075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vilimec@roadcs.cz" TargetMode="External"/><Relationship Id="rId1" Type="http://schemas.openxmlformats.org/officeDocument/2006/relationships/hyperlink" Target="http://www.roadcs.cz/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mailto:vilimec@roadcs.cz" TargetMode="External"/><Relationship Id="rId1" Type="http://schemas.openxmlformats.org/officeDocument/2006/relationships/hyperlink" Target="http://www.roadcs.cz/" TargetMode="Externa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hyperlink" Target="mailto:roadcs@roadcs.cz" TargetMode="External"/><Relationship Id="rId1" Type="http://schemas.openxmlformats.org/officeDocument/2006/relationships/hyperlink" Target="http://www.roadcs.cz/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Hav&#237;&#345;\Data%20aplikac&#237;\Microsoft\&#352;ablony\Hlavi&#269;kov&#253;%20pap&#237;r.dot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Hlavičkový papír.dot</Template>
  <TotalTime>6</TotalTime>
  <Pages>1</Pages>
  <Words>111</Words>
  <Characters>657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Road control system a.s., Ostrava</vt:lpstr>
    </vt:vector>
  </TitlesOfParts>
  <Company/>
  <LinksUpToDate>false</LinksUpToDate>
  <CharactersWithSpaces>767</CharactersWithSpaces>
  <SharedDoc>false</SharedDoc>
  <HLinks>
    <vt:vector size="36" baseType="variant">
      <vt:variant>
        <vt:i4>4784236</vt:i4>
      </vt:variant>
      <vt:variant>
        <vt:i4>18</vt:i4>
      </vt:variant>
      <vt:variant>
        <vt:i4>0</vt:i4>
      </vt:variant>
      <vt:variant>
        <vt:i4>5</vt:i4>
      </vt:variant>
      <vt:variant>
        <vt:lpwstr>mailto:roadcs@roadcs.cz</vt:lpwstr>
      </vt:variant>
      <vt:variant>
        <vt:lpwstr/>
      </vt:variant>
      <vt:variant>
        <vt:i4>983115</vt:i4>
      </vt:variant>
      <vt:variant>
        <vt:i4>15</vt:i4>
      </vt:variant>
      <vt:variant>
        <vt:i4>0</vt:i4>
      </vt:variant>
      <vt:variant>
        <vt:i4>5</vt:i4>
      </vt:variant>
      <vt:variant>
        <vt:lpwstr>http://www.roadcs.cz/</vt:lpwstr>
      </vt:variant>
      <vt:variant>
        <vt:lpwstr/>
      </vt:variant>
      <vt:variant>
        <vt:i4>5374068</vt:i4>
      </vt:variant>
      <vt:variant>
        <vt:i4>12</vt:i4>
      </vt:variant>
      <vt:variant>
        <vt:i4>0</vt:i4>
      </vt:variant>
      <vt:variant>
        <vt:i4>5</vt:i4>
      </vt:variant>
      <vt:variant>
        <vt:lpwstr>mailto:vilimec@roadcs.cz</vt:lpwstr>
      </vt:variant>
      <vt:variant>
        <vt:lpwstr/>
      </vt:variant>
      <vt:variant>
        <vt:i4>983115</vt:i4>
      </vt:variant>
      <vt:variant>
        <vt:i4>9</vt:i4>
      </vt:variant>
      <vt:variant>
        <vt:i4>0</vt:i4>
      </vt:variant>
      <vt:variant>
        <vt:i4>5</vt:i4>
      </vt:variant>
      <vt:variant>
        <vt:lpwstr>http://www.roadcs.cz/</vt:lpwstr>
      </vt:variant>
      <vt:variant>
        <vt:lpwstr/>
      </vt:variant>
      <vt:variant>
        <vt:i4>5374068</vt:i4>
      </vt:variant>
      <vt:variant>
        <vt:i4>6</vt:i4>
      </vt:variant>
      <vt:variant>
        <vt:i4>0</vt:i4>
      </vt:variant>
      <vt:variant>
        <vt:i4>5</vt:i4>
      </vt:variant>
      <vt:variant>
        <vt:lpwstr>mailto:vilimec@roadcs.cz</vt:lpwstr>
      </vt:variant>
      <vt:variant>
        <vt:lpwstr/>
      </vt:variant>
      <vt:variant>
        <vt:i4>983115</vt:i4>
      </vt:variant>
      <vt:variant>
        <vt:i4>3</vt:i4>
      </vt:variant>
      <vt:variant>
        <vt:i4>0</vt:i4>
      </vt:variant>
      <vt:variant>
        <vt:i4>5</vt:i4>
      </vt:variant>
      <vt:variant>
        <vt:lpwstr>http://www.roadcs.cz/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Road control system a.s., Ostrava</dc:title>
  <dc:subject/>
  <dc:creator>ing. Havíř</dc:creator>
  <cp:keywords/>
  <dc:description/>
  <cp:lastModifiedBy>Ivan Kudra</cp:lastModifiedBy>
  <cp:revision>7</cp:revision>
  <cp:lastPrinted>2017-01-06T06:55:00Z</cp:lastPrinted>
  <dcterms:created xsi:type="dcterms:W3CDTF">2017-01-06T06:39:00Z</dcterms:created>
  <dcterms:modified xsi:type="dcterms:W3CDTF">2017-01-06T07:38:00Z</dcterms:modified>
</cp:coreProperties>
</file>